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2BB" w:rsidRDefault="00CE02BB">
      <w:r>
        <w:t xml:space="preserve">Global </w:t>
      </w:r>
      <w:r>
        <w:sym w:font="Wingdings" w:char="F0E0"/>
      </w:r>
      <w:r>
        <w:t xml:space="preserve"> </w:t>
      </w:r>
      <w:hyperlink r:id="rId4" w:anchor="video/search/shafia%20" w:history="1">
        <w:r>
          <w:rPr>
            <w:rStyle w:val="Hyperlink"/>
          </w:rPr>
          <w:t>http://www.globalnews.ca/video/shafia+family+convicted+of+murder/video.html?v=2191342828&amp;p=1&amp;s=dd&amp;searchQuery=shafia#video/search/shafia%20</w:t>
        </w:r>
      </w:hyperlink>
    </w:p>
    <w:p w:rsidR="00CE02BB" w:rsidRDefault="00CE02BB">
      <w:r>
        <w:t xml:space="preserve">CTV </w:t>
      </w:r>
      <w:r>
        <w:sym w:font="Wingdings" w:char="F0E0"/>
      </w:r>
      <w:r>
        <w:t xml:space="preserve"> </w:t>
      </w:r>
      <w:hyperlink r:id="rId5" w:history="1">
        <w:r>
          <w:rPr>
            <w:rStyle w:val="Hyperlink"/>
          </w:rPr>
          <w:t>http://www.ctv.ca/CTVNews/TopStories/20120129/honour-killings-shafia-trial-120129/</w:t>
        </w:r>
      </w:hyperlink>
    </w:p>
    <w:p w:rsidR="00CE02BB" w:rsidRDefault="00CE02BB">
      <w:r>
        <w:t xml:space="preserve">CBC </w:t>
      </w:r>
      <w:r>
        <w:sym w:font="Wingdings" w:char="F0E0"/>
      </w:r>
      <w:r>
        <w:t xml:space="preserve"> </w:t>
      </w:r>
      <w:hyperlink r:id="rId6" w:history="1">
        <w:r>
          <w:rPr>
            <w:rStyle w:val="Hyperlink"/>
          </w:rPr>
          <w:t>http://www.cbc.ca/news/canada/toronto/story/2012/01/29/shafia-sunday.html</w:t>
        </w:r>
      </w:hyperlink>
    </w:p>
    <w:p w:rsidR="00CE02BB" w:rsidRDefault="00CE02BB">
      <w:r>
        <w:t xml:space="preserve">CityTV </w:t>
      </w:r>
      <w:r>
        <w:sym w:font="Wingdings" w:char="F0E0"/>
      </w:r>
      <w:r>
        <w:t xml:space="preserve"> </w:t>
      </w:r>
      <w:hyperlink r:id="rId7" w:history="1">
        <w:r>
          <w:rPr>
            <w:rStyle w:val="Hyperlink"/>
          </w:rPr>
          <w:t>http://www.citytv.com/toronto/citynews/news/national/article/183792--shafia-family-found-guilty-of-first-degree-murder</w:t>
        </w:r>
      </w:hyperlink>
    </w:p>
    <w:p w:rsidR="00CE02BB" w:rsidRDefault="00CE02BB">
      <w:r>
        <w:t xml:space="preserve">CNN </w:t>
      </w:r>
      <w:r>
        <w:sym w:font="Wingdings" w:char="F0E0"/>
      </w:r>
      <w:r>
        <w:t xml:space="preserve"> </w:t>
      </w:r>
      <w:hyperlink r:id="rId8" w:history="1">
        <w:r>
          <w:rPr>
            <w:rStyle w:val="Hyperlink"/>
          </w:rPr>
          <w:t>http://www.cnn.com/2012/01/29/world/americas/canada-</w:t>
        </w:r>
        <w:bookmarkStart w:id="0" w:name="_GoBack"/>
        <w:bookmarkEnd w:id="0"/>
        <w:r>
          <w:rPr>
            <w:rStyle w:val="Hyperlink"/>
          </w:rPr>
          <w:t>honor-murder/index.html?iref=allsearch</w:t>
        </w:r>
      </w:hyperlink>
    </w:p>
    <w:sectPr w:rsidR="00CE02BB" w:rsidSect="00F22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5420"/>
    <w:rsid w:val="00201CB5"/>
    <w:rsid w:val="00CE02BB"/>
    <w:rsid w:val="00DE2103"/>
    <w:rsid w:val="00E367FF"/>
    <w:rsid w:val="00F0034A"/>
    <w:rsid w:val="00F22F27"/>
    <w:rsid w:val="00F4219F"/>
    <w:rsid w:val="00FA5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F2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A542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4219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n.com/2012/01/29/world/americas/canada-honor-murder/index.html?iref=allsear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itytv.com/toronto/citynews/news/national/article/183792--shafia-family-found-guilty-of-first-degree-murd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bc.ca/news/canada/toronto/story/2012/01/29/shafia-sunday.html" TargetMode="External"/><Relationship Id="rId5" Type="http://schemas.openxmlformats.org/officeDocument/2006/relationships/hyperlink" Target="http://www.ctv.ca/CTVNews/TopStories/20120129/honour-killings-shafia-trial-120129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globalnews.ca/video/shafia+family+convicted+of+murder/video.html?v=2191342828&amp;p=1&amp;s=dd&amp;searchQuery=shafi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168</Words>
  <Characters>962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 http://www</dc:title>
  <dc:subject/>
  <dc:creator>Leah</dc:creator>
  <cp:keywords/>
  <dc:description/>
  <cp:lastModifiedBy>User</cp:lastModifiedBy>
  <cp:revision>2</cp:revision>
  <dcterms:created xsi:type="dcterms:W3CDTF">2012-02-24T19:14:00Z</dcterms:created>
  <dcterms:modified xsi:type="dcterms:W3CDTF">2012-02-24T19:14:00Z</dcterms:modified>
</cp:coreProperties>
</file>